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FB17A9" w:rsidP="00C71D0C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řez stromů města uherský br</w:t>
            </w:r>
            <w:r w:rsidR="00C71D0C">
              <w:rPr>
                <w:rFonts w:ascii="Arial" w:hAnsi="Arial" w:cs="Arial"/>
                <w:color w:val="FF0000"/>
                <w:sz w:val="24"/>
                <w:szCs w:val="24"/>
              </w:rPr>
              <w:t>o</w:t>
            </w: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d </w:t>
            </w:r>
            <w:r w:rsidR="002F0A22">
              <w:rPr>
                <w:rFonts w:ascii="Arial" w:hAnsi="Arial" w:cs="Arial"/>
                <w:color w:val="FF0000"/>
                <w:sz w:val="24"/>
                <w:szCs w:val="24"/>
              </w:rPr>
              <w:t>202</w:t>
            </w:r>
            <w:r w:rsidR="00BF2C54">
              <w:rPr>
                <w:rFonts w:ascii="Arial" w:hAnsi="Arial" w:cs="Arial"/>
                <w:color w:val="FF0000"/>
                <w:sz w:val="24"/>
                <w:szCs w:val="24"/>
              </w:rPr>
              <w:t>5</w:t>
            </w:r>
            <w:r w:rsidR="002E3075">
              <w:rPr>
                <w:rFonts w:ascii="Arial" w:hAnsi="Arial" w:cs="Arial"/>
                <w:color w:val="FF0000"/>
                <w:sz w:val="24"/>
                <w:szCs w:val="24"/>
              </w:rPr>
              <w:t xml:space="preserve"> – část č. 3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2F0A22" w:rsidP="002E3075">
            <w:pPr>
              <w:rPr>
                <w:szCs w:val="20"/>
              </w:rPr>
            </w:pPr>
            <w:r>
              <w:t>Ph</w:t>
            </w:r>
            <w:r w:rsidR="002E3075">
              <w:t>D</w:t>
            </w:r>
            <w:r>
              <w:t>r</w:t>
            </w:r>
            <w:r w:rsidR="00F11D04">
              <w:t xml:space="preserve">. </w:t>
            </w:r>
            <w:r>
              <w:t>Josef Ševčík</w:t>
            </w:r>
            <w:r w:rsidR="009B16E2">
              <w:t xml:space="preserve">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F11D04" w:rsidP="00FB17A9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Mgr. Oldřich Habrovanský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F11D04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</w:t>
            </w:r>
            <w:r w:rsidR="00F03A0E">
              <w:rPr>
                <w:szCs w:val="20"/>
              </w:rPr>
              <w:t> </w:t>
            </w:r>
            <w:r w:rsidR="00FB7CC1">
              <w:rPr>
                <w:szCs w:val="20"/>
              </w:rPr>
              <w:t>4</w:t>
            </w:r>
            <w:r w:rsidR="00F11D04">
              <w:rPr>
                <w:szCs w:val="20"/>
              </w:rPr>
              <w:t>08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FB17A9" w:rsidP="00F11D04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</w:t>
            </w:r>
            <w:r w:rsidR="00F11D04">
              <w:rPr>
                <w:rFonts w:ascii="Arial" w:hAnsi="Arial" w:cs="Arial"/>
                <w:sz w:val="20"/>
              </w:rPr>
              <w:t>ldrich</w:t>
            </w:r>
            <w:r>
              <w:rPr>
                <w:rFonts w:ascii="Arial" w:hAnsi="Arial" w:cs="Arial"/>
                <w:sz w:val="20"/>
              </w:rPr>
              <w:t>.</w:t>
            </w:r>
            <w:r w:rsidR="00F11D04">
              <w:rPr>
                <w:rFonts w:ascii="Arial" w:hAnsi="Arial" w:cs="Arial"/>
                <w:sz w:val="20"/>
              </w:rPr>
              <w:t>habrovansky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B17A9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B17A9">
              <w:rPr>
                <w:highlight w:val="yellow"/>
              </w:rPr>
              <w:instrText xml:space="preserve"> FORMTEXT </w:instrText>
            </w:r>
            <w:r w:rsidRPr="00FB17A9">
              <w:rPr>
                <w:highlight w:val="yellow"/>
              </w:rPr>
            </w:r>
            <w:r w:rsidRPr="00FB17A9">
              <w:rPr>
                <w:highlight w:val="yellow"/>
              </w:rPr>
              <w:fldChar w:fldCharType="separate"/>
            </w:r>
            <w:r w:rsidRPr="00FB17A9">
              <w:rPr>
                <w:noProof/>
                <w:highlight w:val="yellow"/>
              </w:rPr>
              <w:t>..........................</w:t>
            </w:r>
            <w:r w:rsidRPr="00FB17A9">
              <w:rPr>
                <w:highlight w:val="yellow"/>
              </w:rPr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E62A95" w:rsidP="00485D24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485D24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8C1664">
                            <w:rPr>
                              <w:b/>
                              <w:szCs w:val="20"/>
                            </w:rPr>
                            <w:t>č.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8C1664">
                      <w:rPr>
                        <w:b/>
                        <w:szCs w:val="20"/>
                      </w:rPr>
                      <w:t>č.</w:t>
                    </w:r>
                    <w:r w:rsidRPr="001B20DB">
                      <w:rPr>
                        <w:b/>
                        <w:sz w:val="24"/>
                      </w:rPr>
                      <w:t xml:space="preserve">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27BD1"/>
    <w:rsid w:val="00082A74"/>
    <w:rsid w:val="000925E0"/>
    <w:rsid w:val="000B7EBE"/>
    <w:rsid w:val="000C473A"/>
    <w:rsid w:val="000C5AE1"/>
    <w:rsid w:val="000D0185"/>
    <w:rsid w:val="00100673"/>
    <w:rsid w:val="001007DE"/>
    <w:rsid w:val="001241C7"/>
    <w:rsid w:val="001348AF"/>
    <w:rsid w:val="00136B84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075"/>
    <w:rsid w:val="002E330B"/>
    <w:rsid w:val="002F0A22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67CDD"/>
    <w:rsid w:val="00482021"/>
    <w:rsid w:val="00482646"/>
    <w:rsid w:val="00485D24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492F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6140B"/>
    <w:rsid w:val="007806EF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1664"/>
    <w:rsid w:val="008C631D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71A9A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2C54"/>
    <w:rsid w:val="00BF4E28"/>
    <w:rsid w:val="00BF6EF4"/>
    <w:rsid w:val="00C009C1"/>
    <w:rsid w:val="00C24135"/>
    <w:rsid w:val="00C24502"/>
    <w:rsid w:val="00C46CEE"/>
    <w:rsid w:val="00C62D91"/>
    <w:rsid w:val="00C71D0C"/>
    <w:rsid w:val="00C807F7"/>
    <w:rsid w:val="00CD5A9A"/>
    <w:rsid w:val="00CD7E4E"/>
    <w:rsid w:val="00CE15C9"/>
    <w:rsid w:val="00D427AD"/>
    <w:rsid w:val="00D536D8"/>
    <w:rsid w:val="00D57F44"/>
    <w:rsid w:val="00D85FB7"/>
    <w:rsid w:val="00DB3025"/>
    <w:rsid w:val="00DC7DF9"/>
    <w:rsid w:val="00DE3786"/>
    <w:rsid w:val="00E00FE2"/>
    <w:rsid w:val="00E15A5D"/>
    <w:rsid w:val="00E26F87"/>
    <w:rsid w:val="00E279E6"/>
    <w:rsid w:val="00E523DB"/>
    <w:rsid w:val="00E56268"/>
    <w:rsid w:val="00E62A95"/>
    <w:rsid w:val="00E64AC8"/>
    <w:rsid w:val="00E70E01"/>
    <w:rsid w:val="00E807BA"/>
    <w:rsid w:val="00E86DCF"/>
    <w:rsid w:val="00E92520"/>
    <w:rsid w:val="00EB1989"/>
    <w:rsid w:val="00EC2165"/>
    <w:rsid w:val="00ED10D6"/>
    <w:rsid w:val="00ED6433"/>
    <w:rsid w:val="00F03382"/>
    <w:rsid w:val="00F03A0E"/>
    <w:rsid w:val="00F10FDC"/>
    <w:rsid w:val="00F11D04"/>
    <w:rsid w:val="00F2328E"/>
    <w:rsid w:val="00F5758E"/>
    <w:rsid w:val="00F650BD"/>
    <w:rsid w:val="00F67690"/>
    <w:rsid w:val="00F95DFF"/>
    <w:rsid w:val="00F95F5F"/>
    <w:rsid w:val="00F9675C"/>
    <w:rsid w:val="00FB17A9"/>
    <w:rsid w:val="00FB7CC1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oNotEmbedSmartTags/>
  <w:decimalSymbol w:val=","/>
  <w:listSeparator w:val=";"/>
  <w15:docId w15:val="{7375D050-3E2D-4951-A122-C559A0B5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C0A5C8-CCDF-4DA8-B323-346008FA6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9FBEF6F6</Template>
  <TotalTime>2</TotalTime>
  <Pages>1</Pages>
  <Words>146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3</cp:revision>
  <cp:lastPrinted>2022-05-20T07:03:00Z</cp:lastPrinted>
  <dcterms:created xsi:type="dcterms:W3CDTF">2025-07-24T09:07:00Z</dcterms:created>
  <dcterms:modified xsi:type="dcterms:W3CDTF">2025-07-25T11:24:00Z</dcterms:modified>
</cp:coreProperties>
</file>